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5DD9" w:rsidRDefault="0042040A">
      <w:pPr>
        <w:jc w:val="center"/>
      </w:pPr>
      <w:bookmarkStart w:id="0" w:name="_GoBack"/>
      <w:bookmarkEnd w:id="0"/>
      <w:r>
        <w:rPr>
          <w:rFonts w:ascii="標楷體" w:eastAsia="標楷體" w:hAnsi="標楷體"/>
          <w:b/>
          <w:sz w:val="32"/>
          <w:szCs w:val="32"/>
        </w:rPr>
        <w:t>共同備課課程教學設計單</w:t>
      </w:r>
      <w:r>
        <w:rPr>
          <w:rFonts w:ascii="標楷體" w:eastAsia="標楷體" w:hAnsi="標楷體"/>
          <w:b/>
          <w:sz w:val="32"/>
          <w:szCs w:val="32"/>
        </w:rPr>
        <w:t>___</w:t>
      </w:r>
      <w:r>
        <w:rPr>
          <w:rFonts w:ascii="標楷體" w:eastAsia="標楷體" w:hAnsi="標楷體"/>
          <w:b/>
          <w:sz w:val="32"/>
          <w:szCs w:val="32"/>
        </w:rPr>
        <w:t>年級</w:t>
      </w:r>
      <w:r>
        <w:rPr>
          <w:rFonts w:ascii="標楷體" w:eastAsia="標楷體" w:hAnsi="標楷體"/>
          <w:b/>
          <w:sz w:val="32"/>
          <w:szCs w:val="32"/>
        </w:rPr>
        <w:t>________</w:t>
      </w:r>
      <w:r>
        <w:rPr>
          <w:rFonts w:ascii="標楷體" w:eastAsia="標楷體" w:hAnsi="標楷體"/>
          <w:b/>
          <w:sz w:val="32"/>
          <w:szCs w:val="32"/>
        </w:rPr>
        <w:t>科</w:t>
      </w:r>
    </w:p>
    <w:tbl>
      <w:tblPr>
        <w:tblW w:w="1024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88"/>
        <w:gridCol w:w="524"/>
        <w:gridCol w:w="3630"/>
        <w:gridCol w:w="1337"/>
        <w:gridCol w:w="1270"/>
        <w:gridCol w:w="1279"/>
        <w:gridCol w:w="612"/>
      </w:tblGrid>
      <w:tr w:rsidR="00E65DD9">
        <w:tblPrEx>
          <w:tblCellMar>
            <w:top w:w="0" w:type="dxa"/>
            <w:bottom w:w="0" w:type="dxa"/>
          </w:tblCellMar>
        </w:tblPrEx>
        <w:trPr>
          <w:trHeight w:val="677"/>
        </w:trPr>
        <w:tc>
          <w:tcPr>
            <w:tcW w:w="2112" w:type="dxa"/>
            <w:gridSpan w:val="2"/>
            <w:tcBorders>
              <w:top w:val="double" w:sz="4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65DD9" w:rsidRDefault="0042040A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教學領域</w:t>
            </w:r>
          </w:p>
        </w:tc>
        <w:tc>
          <w:tcPr>
            <w:tcW w:w="3630" w:type="dxa"/>
            <w:tcBorders>
              <w:top w:val="doub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65DD9" w:rsidRDefault="00E65DD9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337" w:type="dxa"/>
            <w:tcBorders>
              <w:top w:val="doub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65DD9" w:rsidRDefault="0042040A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教學時間</w:t>
            </w:r>
          </w:p>
        </w:tc>
        <w:tc>
          <w:tcPr>
            <w:tcW w:w="3161" w:type="dxa"/>
            <w:gridSpan w:val="3"/>
            <w:tcBorders>
              <w:top w:val="double" w:sz="4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65DD9" w:rsidRDefault="00E65DD9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E65DD9">
        <w:tblPrEx>
          <w:tblCellMar>
            <w:top w:w="0" w:type="dxa"/>
            <w:bottom w:w="0" w:type="dxa"/>
          </w:tblCellMar>
        </w:tblPrEx>
        <w:trPr>
          <w:cantSplit/>
          <w:trHeight w:val="662"/>
        </w:trPr>
        <w:tc>
          <w:tcPr>
            <w:tcW w:w="2112" w:type="dxa"/>
            <w:gridSpan w:val="2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65DD9" w:rsidRDefault="0042040A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單元名稱</w:t>
            </w:r>
          </w:p>
        </w:tc>
        <w:tc>
          <w:tcPr>
            <w:tcW w:w="3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65DD9" w:rsidRDefault="00E65DD9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3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65DD9" w:rsidRDefault="0042040A">
            <w:pPr>
              <w:spacing w:line="36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教學設計與演示者</w:t>
            </w:r>
          </w:p>
          <w:p w:rsidR="00E65DD9" w:rsidRDefault="00E65DD9">
            <w:pPr>
              <w:spacing w:line="36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3161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65DD9" w:rsidRDefault="00E65DD9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E65DD9">
        <w:tblPrEx>
          <w:tblCellMar>
            <w:top w:w="0" w:type="dxa"/>
            <w:bottom w:w="0" w:type="dxa"/>
          </w:tblCellMar>
        </w:tblPrEx>
        <w:trPr>
          <w:cantSplit/>
          <w:trHeight w:val="726"/>
        </w:trPr>
        <w:tc>
          <w:tcPr>
            <w:tcW w:w="2112" w:type="dxa"/>
            <w:gridSpan w:val="2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65DD9" w:rsidRDefault="0042040A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教材來源</w:t>
            </w:r>
          </w:p>
        </w:tc>
        <w:tc>
          <w:tcPr>
            <w:tcW w:w="3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65DD9" w:rsidRDefault="00E65DD9">
            <w:pPr>
              <w:ind w:firstLine="720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3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65DD9" w:rsidRDefault="00E65DD9">
            <w:pPr>
              <w:spacing w:line="36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3161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65DD9" w:rsidRDefault="00E65DD9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E65DD9">
        <w:tblPrEx>
          <w:tblCellMar>
            <w:top w:w="0" w:type="dxa"/>
            <w:bottom w:w="0" w:type="dxa"/>
          </w:tblCellMar>
        </w:tblPrEx>
        <w:trPr>
          <w:cantSplit/>
          <w:trHeight w:val="1402"/>
        </w:trPr>
        <w:tc>
          <w:tcPr>
            <w:tcW w:w="1588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65DD9" w:rsidRDefault="0042040A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教學目標</w:t>
            </w:r>
          </w:p>
        </w:tc>
        <w:tc>
          <w:tcPr>
            <w:tcW w:w="865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65DD9" w:rsidRDefault="00E65DD9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E65DD9">
        <w:tblPrEx>
          <w:tblCellMar>
            <w:top w:w="0" w:type="dxa"/>
            <w:bottom w:w="0" w:type="dxa"/>
          </w:tblCellMar>
        </w:tblPrEx>
        <w:trPr>
          <w:cantSplit/>
          <w:trHeight w:val="1549"/>
        </w:trPr>
        <w:tc>
          <w:tcPr>
            <w:tcW w:w="1588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65DD9" w:rsidRDefault="0042040A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教學重點</w:t>
            </w:r>
          </w:p>
        </w:tc>
        <w:tc>
          <w:tcPr>
            <w:tcW w:w="865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65DD9" w:rsidRDefault="00E65DD9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E65DD9">
        <w:tblPrEx>
          <w:tblCellMar>
            <w:top w:w="0" w:type="dxa"/>
            <w:bottom w:w="0" w:type="dxa"/>
          </w:tblCellMar>
        </w:tblPrEx>
        <w:trPr>
          <w:cantSplit/>
          <w:trHeight w:val="1549"/>
        </w:trPr>
        <w:tc>
          <w:tcPr>
            <w:tcW w:w="1588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65DD9" w:rsidRDefault="0042040A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學習困難處</w:t>
            </w:r>
          </w:p>
          <w:p w:rsidR="00E65DD9" w:rsidRDefault="0042040A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(</w:t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易錯概念</w:t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)</w:t>
            </w:r>
          </w:p>
        </w:tc>
        <w:tc>
          <w:tcPr>
            <w:tcW w:w="865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65DD9" w:rsidRDefault="00E65DD9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E65DD9">
        <w:tblPrEx>
          <w:tblCellMar>
            <w:top w:w="0" w:type="dxa"/>
            <w:bottom w:w="0" w:type="dxa"/>
          </w:tblCellMar>
        </w:tblPrEx>
        <w:trPr>
          <w:cantSplit/>
          <w:trHeight w:val="971"/>
        </w:trPr>
        <w:tc>
          <w:tcPr>
            <w:tcW w:w="1588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65DD9" w:rsidRDefault="0042040A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學生</w:t>
            </w:r>
          </w:p>
          <w:p w:rsidR="00E65DD9" w:rsidRDefault="0042040A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先備經驗</w:t>
            </w:r>
          </w:p>
        </w:tc>
        <w:tc>
          <w:tcPr>
            <w:tcW w:w="865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65DD9" w:rsidRDefault="00E65DD9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E65DD9">
        <w:tblPrEx>
          <w:tblCellMar>
            <w:top w:w="0" w:type="dxa"/>
            <w:bottom w:w="0" w:type="dxa"/>
          </w:tblCellMar>
        </w:tblPrEx>
        <w:trPr>
          <w:cantSplit/>
          <w:trHeight w:val="823"/>
        </w:trPr>
        <w:tc>
          <w:tcPr>
            <w:tcW w:w="1588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65DD9" w:rsidRDefault="0042040A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教學法</w:t>
            </w:r>
          </w:p>
        </w:tc>
        <w:tc>
          <w:tcPr>
            <w:tcW w:w="865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65DD9" w:rsidRDefault="0042040A">
            <w:pPr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/>
                <w:color w:val="000000"/>
              </w:rPr>
              <w:t>講述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/>
                <w:color w:val="000000"/>
              </w:rPr>
              <w:t>討論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/>
                <w:color w:val="000000"/>
              </w:rPr>
              <w:t>問答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/>
                <w:color w:val="000000"/>
              </w:rPr>
              <w:t>發表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/>
                <w:color w:val="000000"/>
              </w:rPr>
              <w:t>實作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/>
                <w:color w:val="000000"/>
              </w:rPr>
              <w:t>練習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/>
                <w:color w:val="000000"/>
              </w:rPr>
              <w:t>分組合作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/>
                <w:color w:val="000000"/>
              </w:rPr>
              <w:t>啟發式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/>
                <w:color w:val="000000"/>
              </w:rPr>
              <w:t>探究式</w:t>
            </w:r>
          </w:p>
          <w:p w:rsidR="00E65DD9" w:rsidRDefault="0042040A">
            <w:pPr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/>
                <w:color w:val="000000"/>
              </w:rPr>
              <w:t>個別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/>
                <w:color w:val="000000"/>
              </w:rPr>
              <w:t>協同教學</w:t>
            </w:r>
            <w:r>
              <w:rPr>
                <w:rFonts w:ascii="標楷體" w:eastAsia="標楷體" w:hAnsi="標楷體"/>
                <w:color w:val="000000"/>
              </w:rPr>
              <w:t xml:space="preserve">  □</w:t>
            </w:r>
            <w:r>
              <w:rPr>
                <w:rFonts w:ascii="標楷體" w:eastAsia="標楷體" w:hAnsi="標楷體"/>
                <w:color w:val="000000"/>
              </w:rPr>
              <w:t>其他：</w:t>
            </w:r>
          </w:p>
        </w:tc>
      </w:tr>
      <w:tr w:rsidR="00E65DD9">
        <w:tblPrEx>
          <w:tblCellMar>
            <w:top w:w="0" w:type="dxa"/>
            <w:bottom w:w="0" w:type="dxa"/>
          </w:tblCellMar>
        </w:tblPrEx>
        <w:trPr>
          <w:cantSplit/>
          <w:trHeight w:val="855"/>
        </w:trPr>
        <w:tc>
          <w:tcPr>
            <w:tcW w:w="1588" w:type="dxa"/>
            <w:tcBorders>
              <w:left w:val="doub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65DD9" w:rsidRDefault="0042040A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教學資源</w:t>
            </w:r>
          </w:p>
        </w:tc>
        <w:tc>
          <w:tcPr>
            <w:tcW w:w="865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65DD9" w:rsidRDefault="00E65DD9">
            <w:pPr>
              <w:widowControl/>
              <w:ind w:left="480"/>
              <w:jc w:val="both"/>
              <w:rPr>
                <w:rFonts w:ascii="標楷體" w:eastAsia="標楷體" w:hAnsi="標楷體"/>
                <w:bCs/>
              </w:rPr>
            </w:pPr>
          </w:p>
        </w:tc>
      </w:tr>
      <w:tr w:rsidR="00E65DD9">
        <w:tblPrEx>
          <w:tblCellMar>
            <w:top w:w="0" w:type="dxa"/>
            <w:bottom w:w="0" w:type="dxa"/>
          </w:tblCellMar>
        </w:tblPrEx>
        <w:trPr>
          <w:trHeight w:val="1049"/>
        </w:trPr>
        <w:tc>
          <w:tcPr>
            <w:tcW w:w="7079" w:type="dxa"/>
            <w:gridSpan w:val="4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65DD9" w:rsidRDefault="0042040A">
            <w:pPr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 xml:space="preserve">             </w:t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教</w:t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學</w:t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活</w:t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動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65DD9" w:rsidRDefault="0042040A">
            <w:pPr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教材教具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65DD9" w:rsidRDefault="0042040A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評量</w:t>
            </w:r>
          </w:p>
        </w:tc>
        <w:tc>
          <w:tcPr>
            <w:tcW w:w="61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65DD9" w:rsidRDefault="0042040A">
            <w:pPr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教學</w:t>
            </w:r>
          </w:p>
          <w:p w:rsidR="00E65DD9" w:rsidRDefault="0042040A">
            <w:pPr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時間</w:t>
            </w:r>
          </w:p>
        </w:tc>
      </w:tr>
      <w:tr w:rsidR="00E65DD9">
        <w:tblPrEx>
          <w:tblCellMar>
            <w:top w:w="0" w:type="dxa"/>
            <w:bottom w:w="0" w:type="dxa"/>
          </w:tblCellMar>
        </w:tblPrEx>
        <w:trPr>
          <w:trHeight w:val="1228"/>
        </w:trPr>
        <w:tc>
          <w:tcPr>
            <w:tcW w:w="7079" w:type="dxa"/>
            <w:gridSpan w:val="4"/>
            <w:tcBorders>
              <w:top w:val="single" w:sz="6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65DD9" w:rsidRDefault="0042040A">
            <w:pPr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/>
                <w:b/>
                <w:color w:val="000000"/>
              </w:rPr>
              <w:t>壹、準備活動</w:t>
            </w:r>
          </w:p>
          <w:p w:rsidR="00E65DD9" w:rsidRDefault="00E65DD9">
            <w:pPr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E65DD9" w:rsidRDefault="00E65DD9">
            <w:pPr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E65DD9" w:rsidRDefault="00E65DD9">
            <w:pPr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E65DD9" w:rsidRDefault="0042040A">
            <w:pPr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/>
                <w:b/>
                <w:color w:val="000000"/>
              </w:rPr>
              <w:t>貳、發展活動</w:t>
            </w:r>
          </w:p>
          <w:p w:rsidR="00E65DD9" w:rsidRDefault="00E65DD9">
            <w:pPr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E65DD9" w:rsidRDefault="00E65DD9">
            <w:pPr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E65DD9" w:rsidRDefault="00E65DD9">
            <w:pPr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E65DD9" w:rsidRDefault="00E65DD9">
            <w:pPr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E65DD9" w:rsidRDefault="0042040A">
            <w:pPr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/>
                <w:b/>
                <w:color w:val="000000"/>
              </w:rPr>
              <w:t>参、綜合活動</w:t>
            </w:r>
          </w:p>
          <w:p w:rsidR="00E65DD9" w:rsidRDefault="00E65DD9">
            <w:pPr>
              <w:jc w:val="both"/>
              <w:rPr>
                <w:rFonts w:ascii="標楷體" w:eastAsia="標楷體" w:hAnsi="標楷體"/>
                <w:color w:val="000000"/>
                <w:u w:val="single"/>
              </w:rPr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65DD9" w:rsidRDefault="00E65DD9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9" w:type="dxa"/>
            <w:tcBorders>
              <w:top w:val="single" w:sz="6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65DD9" w:rsidRDefault="00E65DD9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612" w:type="dxa"/>
            <w:tcBorders>
              <w:top w:val="single" w:sz="6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65DD9" w:rsidRDefault="00E65DD9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  <w:p w:rsidR="00E65DD9" w:rsidRDefault="00E65DD9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  <w:p w:rsidR="00E65DD9" w:rsidRDefault="00E65DD9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  <w:p w:rsidR="00E65DD9" w:rsidRDefault="00E65DD9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  <w:p w:rsidR="00E65DD9" w:rsidRDefault="00E65DD9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</w:tbl>
    <w:p w:rsidR="00E65DD9" w:rsidRDefault="00E65DD9">
      <w:pPr>
        <w:ind w:right="960"/>
      </w:pPr>
    </w:p>
    <w:sectPr w:rsidR="00E65DD9">
      <w:footerReference w:type="default" r:id="rId6"/>
      <w:pgSz w:w="11906" w:h="16838"/>
      <w:pgMar w:top="851" w:right="851" w:bottom="851" w:left="851" w:header="720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040A" w:rsidRDefault="0042040A">
      <w:r>
        <w:separator/>
      </w:r>
    </w:p>
  </w:endnote>
  <w:endnote w:type="continuationSeparator" w:id="0">
    <w:p w:rsidR="0042040A" w:rsidRDefault="004204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19B2" w:rsidRDefault="0042040A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548</wp:posOffset>
              </wp:positionV>
              <wp:extent cx="0" cy="0"/>
              <wp:effectExtent l="0" t="0" r="0" b="0"/>
              <wp:wrapSquare wrapText="bothSides"/>
              <wp:docPr id="1" name="文字方塊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0" cy="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:rsidR="00D219B2" w:rsidRDefault="0042040A">
                          <w:pPr>
                            <w:pStyle w:val="a5"/>
                          </w:pPr>
                          <w:r>
                            <w:rPr>
                              <w:rStyle w:val="a6"/>
                            </w:rPr>
                            <w:fldChar w:fldCharType="begin"/>
                          </w:r>
                          <w:r>
                            <w:rPr>
                              <w:rStyle w:val="a6"/>
                            </w:rPr>
                            <w:instrText xml:space="preserve"> PAGE </w:instrText>
                          </w:r>
                          <w:r>
                            <w:rPr>
                              <w:rStyle w:val="a6"/>
                            </w:rPr>
                            <w:fldChar w:fldCharType="separate"/>
                          </w:r>
                          <w:r w:rsidR="00FA5A9E">
                            <w:rPr>
                              <w:rStyle w:val="a6"/>
                              <w:noProof/>
                            </w:rPr>
                            <w:t>1</w:t>
                          </w:r>
                          <w:r>
                            <w:rPr>
                              <w:rStyle w:val="a6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字方塊 1" o:spid="_x0000_s1026" type="#_x0000_t202" style="position:absolute;margin-left:0;margin-top:.05pt;width:0;height:0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" filled="f" stroked="f">
              <v:textbox style="mso-fit-shape-to-text:t" inset="0,0,0,0">
                <w:txbxContent>
                  <w:p w:rsidR="00D219B2" w:rsidRDefault="0042040A">
                    <w:pPr>
                      <w:pStyle w:val="a5"/>
                    </w:pPr>
                    <w:r>
                      <w:rPr>
                        <w:rStyle w:val="a6"/>
                      </w:rPr>
                      <w:fldChar w:fldCharType="begin"/>
                    </w:r>
                    <w:r>
                      <w:rPr>
                        <w:rStyle w:val="a6"/>
                      </w:rPr>
                      <w:instrText xml:space="preserve"> PAGE </w:instrText>
                    </w:r>
                    <w:r>
                      <w:rPr>
                        <w:rStyle w:val="a6"/>
                      </w:rPr>
                      <w:fldChar w:fldCharType="separate"/>
                    </w:r>
                    <w:r w:rsidR="00FA5A9E">
                      <w:rPr>
                        <w:rStyle w:val="a6"/>
                        <w:noProof/>
                      </w:rPr>
                      <w:t>1</w:t>
                    </w:r>
                    <w:r>
                      <w:rPr>
                        <w:rStyle w:val="a6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040A" w:rsidRDefault="0042040A">
      <w:r>
        <w:rPr>
          <w:color w:val="000000"/>
        </w:rPr>
        <w:separator/>
      </w:r>
    </w:p>
  </w:footnote>
  <w:footnote w:type="continuationSeparator" w:id="0">
    <w:p w:rsidR="0042040A" w:rsidRDefault="004204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ttachedTemplate r:id="rId1"/>
  <w:defaultTabStop w:val="48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</w:compat>
  <w:rsids>
    <w:rsidRoot w:val="00E65DD9"/>
    <w:rsid w:val="0042040A"/>
    <w:rsid w:val="00E65DD9"/>
    <w:rsid w:val="00FA5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FF72764-3FC1-4971-B98F-5392BABBB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suppressAutoHyphens/>
    </w:pPr>
    <w:rPr>
      <w:kern w:val="3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rPr>
      <w:i/>
      <w:iCs/>
    </w:rPr>
  </w:style>
  <w:style w:type="character" w:styleId="a4">
    <w:name w:val="Hyperlink"/>
    <w:rPr>
      <w:color w:val="0000FF"/>
      <w:u w:val="single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page number"/>
    <w:basedOn w:val="a0"/>
  </w:style>
  <w:style w:type="paragraph" w:styleId="Web">
    <w:name w:val="Normal (Web)"/>
    <w:basedOn w:val="a"/>
    <w:pPr>
      <w:widowControl/>
      <w:spacing w:before="100" w:after="100"/>
    </w:pPr>
    <w:rPr>
      <w:rFonts w:ascii="新細明體" w:hAnsi="新細明體" w:cs="新細明體"/>
      <w:kern w:val="0"/>
    </w:rPr>
  </w:style>
  <w:style w:type="paragraph" w:styleId="a7">
    <w:name w:val="Balloon Text"/>
    <w:basedOn w:val="a"/>
    <w:rPr>
      <w:rFonts w:ascii="Arial" w:hAnsi="Arial"/>
      <w:sz w:val="18"/>
      <w:szCs w:val="18"/>
    </w:rPr>
  </w:style>
  <w:style w:type="character" w:styleId="a8">
    <w:name w:val="annotation reference"/>
    <w:rPr>
      <w:sz w:val="18"/>
      <w:szCs w:val="18"/>
    </w:rPr>
  </w:style>
  <w:style w:type="paragraph" w:styleId="a9">
    <w:name w:val="annotation text"/>
    <w:basedOn w:val="a"/>
  </w:style>
  <w:style w:type="paragraph" w:styleId="aa">
    <w:name w:val="annotation subject"/>
    <w:basedOn w:val="a9"/>
    <w:next w:val="a9"/>
    <w:rPr>
      <w:b/>
      <w:bCs/>
    </w:rPr>
  </w:style>
  <w:style w:type="paragraph" w:styleId="ab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首 字元"/>
    <w:basedOn w:val="a0"/>
    <w:rPr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空白教案格式</dc:title>
  <dc:subject/>
  <dc:creator>a</dc:creator>
  <cp:lastModifiedBy>user</cp:lastModifiedBy>
  <cp:revision>2</cp:revision>
  <cp:lastPrinted>2018-01-18T01:04:00Z</cp:lastPrinted>
  <dcterms:created xsi:type="dcterms:W3CDTF">2019-01-28T08:46:00Z</dcterms:created>
  <dcterms:modified xsi:type="dcterms:W3CDTF">2019-01-28T08:46:00Z</dcterms:modified>
</cp:coreProperties>
</file>